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1C9F233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DA1EE6">
        <w:rPr>
          <w:b/>
          <w:bCs/>
          <w:sz w:val="20"/>
        </w:rPr>
        <w:t>202</w:t>
      </w:r>
      <w:r w:rsidR="00157F05">
        <w:rPr>
          <w:b/>
          <w:bCs/>
          <w:sz w:val="20"/>
        </w:rPr>
        <w:t>5</w:t>
      </w:r>
      <w:r w:rsidR="00DA1EE6">
        <w:rPr>
          <w:b/>
          <w:bCs/>
          <w:sz w:val="20"/>
        </w:rPr>
        <w:t>/</w:t>
      </w:r>
      <w:r w:rsidR="00157F05">
        <w:rPr>
          <w:b/>
          <w:bCs/>
          <w:sz w:val="20"/>
        </w:rPr>
        <w:t>17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7FF13F13" w:rsidR="005253F3" w:rsidRPr="001611B4" w:rsidRDefault="00FD5C59" w:rsidP="00836379">
            <w:pPr>
              <w:rPr>
                <w:sz w:val="20"/>
              </w:rPr>
            </w:pPr>
            <w:r w:rsidRPr="00AB3F9D">
              <w:rPr>
                <w:sz w:val="20"/>
              </w:rPr>
              <w:t xml:space="preserve">RMK </w:t>
            </w:r>
            <w:r>
              <w:rPr>
                <w:sz w:val="20"/>
              </w:rPr>
              <w:t>puiduturustusosakonna turustusspetsialist Mart Enel</w:t>
            </w:r>
          </w:p>
        </w:tc>
        <w:tc>
          <w:tcPr>
            <w:tcW w:w="3119" w:type="dxa"/>
          </w:tcPr>
          <w:p w14:paraId="18A4DAB6" w14:textId="34609337" w:rsidR="005253F3" w:rsidRPr="001611B4" w:rsidRDefault="004127F5" w:rsidP="00FD5C59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FD5C59">
              <w:rPr>
                <w:sz w:val="20"/>
              </w:rPr>
              <w:t>5263392</w:t>
            </w:r>
            <w:r w:rsidRPr="001611B4">
              <w:rPr>
                <w:noProof/>
                <w:color w:val="000000"/>
                <w:sz w:val="20"/>
              </w:rPr>
              <w:br/>
              <w:t>E-post</w:t>
            </w:r>
            <w:r w:rsidR="00FD5C59">
              <w:rPr>
                <w:noProof/>
                <w:color w:val="000000"/>
                <w:sz w:val="20"/>
              </w:rPr>
              <w:t xml:space="preserve"> </w:t>
            </w:r>
            <w:hyperlink r:id="rId12" w:history="1">
              <w:r w:rsidR="00FD5C59" w:rsidRPr="00EE1C09">
                <w:rPr>
                  <w:rStyle w:val="H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2F304138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3E2C9D" w:rsidRPr="003E2C9D">
              <w:rPr>
                <w:sz w:val="20"/>
              </w:rPr>
              <w:t>RMK juhatuse esimehe 11.05.2023 käskkiri nr 1-5/41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FD5C59" w:rsidRPr="001611B4" w14:paraId="6E3EC6BB" w14:textId="77777777" w:rsidTr="00FD5C59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4FA5" w14:textId="26FDA1AE" w:rsidR="00FD5C59" w:rsidRPr="001611B4" w:rsidRDefault="00025D62" w:rsidP="00FD5C59">
            <w:pPr>
              <w:rPr>
                <w:sz w:val="20"/>
              </w:rPr>
            </w:pPr>
            <w:r>
              <w:rPr>
                <w:sz w:val="20"/>
              </w:rPr>
              <w:t xml:space="preserve">Osaühing United Loggers 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017D" w14:textId="5EB0A089" w:rsidR="00FD5C59" w:rsidRPr="00111906" w:rsidRDefault="00FD5C59" w:rsidP="00FD5C59">
            <w:pPr>
              <w:rPr>
                <w:bCs/>
                <w:sz w:val="20"/>
              </w:rPr>
            </w:pPr>
            <w:r w:rsidRPr="00826EFE">
              <w:rPr>
                <w:sz w:val="20"/>
              </w:rPr>
              <w:t>Registrikood</w:t>
            </w:r>
            <w:r w:rsidRPr="00D428D7">
              <w:rPr>
                <w:bCs/>
                <w:sz w:val="20"/>
              </w:rPr>
              <w:t xml:space="preserve"> </w:t>
            </w:r>
            <w:r w:rsidR="00025D62" w:rsidRPr="00CF74C6">
              <w:rPr>
                <w:sz w:val="20"/>
              </w:rPr>
              <w:t>10934962</w:t>
            </w:r>
          </w:p>
          <w:p w14:paraId="2C4748F4" w14:textId="3B080A60" w:rsidR="00FD5C59" w:rsidRPr="001611B4" w:rsidRDefault="00FD5C59" w:rsidP="00FD5C59">
            <w:pPr>
              <w:rPr>
                <w:bCs/>
                <w:sz w:val="20"/>
              </w:rPr>
            </w:pPr>
            <w:r w:rsidRPr="0041640D">
              <w:rPr>
                <w:bCs/>
                <w:sz w:val="20"/>
              </w:rPr>
              <w:t>Rätsepa talu, Saksa küla, Kehtna vald, 79005 Rapla maakond</w:t>
            </w:r>
          </w:p>
        </w:tc>
        <w:tc>
          <w:tcPr>
            <w:tcW w:w="2232" w:type="dxa"/>
          </w:tcPr>
          <w:p w14:paraId="45C69494" w14:textId="74E9090D" w:rsidR="00FD5C59" w:rsidRPr="001611B4" w:rsidRDefault="00FD5C59" w:rsidP="00025D62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3" w:history="1">
              <w:r w:rsidR="00025D62" w:rsidRPr="00025D62">
                <w:rPr>
                  <w:rStyle w:val="Hperlink"/>
                  <w:sz w:val="20"/>
                </w:rPr>
                <w:t>peeter.volke@united-loggers.ee</w:t>
              </w:r>
            </w:hyperlink>
            <w:r w:rsidR="00025D62">
              <w:t xml:space="preserve"> </w:t>
            </w:r>
          </w:p>
        </w:tc>
      </w:tr>
      <w:tr w:rsidR="00836379" w:rsidRPr="001611B4" w14:paraId="58FA04AD" w14:textId="77777777" w:rsidTr="00FD5C59">
        <w:tc>
          <w:tcPr>
            <w:tcW w:w="3920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30F16378" w:rsidR="00836379" w:rsidRPr="001611B4" w:rsidRDefault="00FD5C59" w:rsidP="005E16CC">
            <w:pPr>
              <w:rPr>
                <w:bCs/>
                <w:sz w:val="20"/>
              </w:rPr>
            </w:pPr>
            <w:r w:rsidRPr="00374C91">
              <w:rPr>
                <w:sz w:val="20"/>
              </w:rPr>
              <w:t xml:space="preserve">Juhatuse liige </w:t>
            </w:r>
            <w:r w:rsidR="00025D62" w:rsidRPr="00CF74C6">
              <w:rPr>
                <w:sz w:val="20"/>
              </w:rPr>
              <w:t>Peeter Volke</w:t>
            </w:r>
          </w:p>
        </w:tc>
        <w:tc>
          <w:tcPr>
            <w:tcW w:w="2232" w:type="dxa"/>
          </w:tcPr>
          <w:p w14:paraId="6DD68004" w14:textId="55F32C58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025D62">
              <w:rPr>
                <w:bCs/>
                <w:sz w:val="20"/>
              </w:rPr>
              <w:t>50</w:t>
            </w:r>
            <w:r w:rsidR="0051611F">
              <w:rPr>
                <w:bCs/>
                <w:sz w:val="20"/>
              </w:rPr>
              <w:t>67453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836379" w:rsidRPr="001611B4" w14:paraId="267AC844" w14:textId="77777777" w:rsidTr="00FD5C5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2E0E386B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>le e-postiga aadressile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7FB700B2" w14:textId="050A78F6" w:rsidR="000A4A87" w:rsidRPr="000A4A87" w:rsidRDefault="000A4A87" w:rsidP="00C74311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</w:t>
      </w:r>
      <w:r w:rsidRPr="000A4A87">
        <w:rPr>
          <w:bCs/>
          <w:sz w:val="20"/>
        </w:rPr>
        <w:t>.</w:t>
      </w:r>
    </w:p>
    <w:p w14:paraId="183C573D" w14:textId="2AA2A66D" w:rsidR="000A4A87" w:rsidRPr="000A4A87" w:rsidRDefault="000A4A87" w:rsidP="000A4A87">
      <w:pPr>
        <w:pStyle w:val="Pealkiri21"/>
        <w:numPr>
          <w:ilvl w:val="0"/>
          <w:numId w:val="0"/>
        </w:numPr>
        <w:ind w:left="576" w:hanging="576"/>
        <w:rPr>
          <w:sz w:val="20"/>
        </w:rPr>
      </w:pPr>
    </w:p>
    <w:p w14:paraId="3E6E757E" w14:textId="77777777" w:rsidR="000A4A87" w:rsidRPr="001611B4" w:rsidRDefault="000A4A87" w:rsidP="000A4A87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6A993808" w14:textId="113E36F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Tähtajaline ettemaks kokkulepitud kuupäevaks kokkulepitud summas</w:t>
            </w:r>
            <w:r w:rsidR="006D2F0A">
              <w:rPr>
                <w:sz w:val="20"/>
              </w:rPr>
              <w:t>.</w:t>
            </w:r>
            <w:r w:rsidR="003F11B0">
              <w:rPr>
                <w:sz w:val="20"/>
              </w:rPr>
              <w:t xml:space="preserve"> Vastavalt lisa 3 kokkulepitud ettemaksugraafikule</w:t>
            </w:r>
          </w:p>
          <w:p w14:paraId="20B32267" w14:textId="0B64C689" w:rsidR="00D514A5" w:rsidRPr="001611B4" w:rsidRDefault="00D514A5" w:rsidP="003F11B0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1FA54474" w:rsidR="00151D79" w:rsidRPr="00B17A7B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</w:t>
      </w:r>
      <w:r w:rsidR="00151D79" w:rsidRPr="001611B4">
        <w:rPr>
          <w:sz w:val="20"/>
        </w:rPr>
        <w:t xml:space="preserve">ettemaksu laekumisel </w:t>
      </w:r>
      <w:r w:rsidR="005253F3" w:rsidRPr="001611B4">
        <w:rPr>
          <w:sz w:val="20"/>
        </w:rPr>
        <w:t xml:space="preserve">arved </w:t>
      </w:r>
      <w:r w:rsidR="0094376B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r w:rsidR="00B17A7B" w:rsidRPr="00B17A7B">
        <w:rPr>
          <w:sz w:val="20"/>
        </w:rPr>
        <w:t>e-arvekeskuse kaudu</w:t>
      </w:r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23C87AFB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 xml:space="preserve">Lepingu kehtivuse periood on </w:t>
      </w:r>
      <w:r w:rsidR="003E2C9D">
        <w:rPr>
          <w:sz w:val="20"/>
        </w:rPr>
        <w:t>0</w:t>
      </w:r>
      <w:r w:rsidR="000A4A87">
        <w:rPr>
          <w:sz w:val="20"/>
        </w:rPr>
        <w:t>2</w:t>
      </w:r>
      <w:r w:rsidR="003E2C9D">
        <w:rPr>
          <w:sz w:val="20"/>
        </w:rPr>
        <w:t>.01</w:t>
      </w:r>
      <w:r w:rsidR="0025588C">
        <w:rPr>
          <w:sz w:val="20"/>
        </w:rPr>
        <w:t>.202</w:t>
      </w:r>
      <w:r w:rsidR="000A4A87">
        <w:rPr>
          <w:sz w:val="20"/>
        </w:rPr>
        <w:t>5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3E2C9D">
        <w:rPr>
          <w:sz w:val="20"/>
        </w:rPr>
        <w:t>31.12.202</w:t>
      </w:r>
      <w:r w:rsidR="000A4A87">
        <w:rPr>
          <w:sz w:val="20"/>
        </w:rPr>
        <w:t>5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0A4A87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0A4A87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22DB9335" w:rsidR="004623EE" w:rsidRPr="001611B4" w:rsidRDefault="0051611F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>Peeter Volke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00E433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C9D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46792680">
    <w:abstractNumId w:val="0"/>
  </w:num>
  <w:num w:numId="2" w16cid:durableId="1107116451">
    <w:abstractNumId w:val="11"/>
  </w:num>
  <w:num w:numId="3" w16cid:durableId="1846095250">
    <w:abstractNumId w:val="10"/>
  </w:num>
  <w:num w:numId="4" w16cid:durableId="55857924">
    <w:abstractNumId w:val="15"/>
  </w:num>
  <w:num w:numId="5" w16cid:durableId="1038967605">
    <w:abstractNumId w:val="16"/>
  </w:num>
  <w:num w:numId="6" w16cid:durableId="1232498212">
    <w:abstractNumId w:val="19"/>
  </w:num>
  <w:num w:numId="7" w16cid:durableId="1805393961">
    <w:abstractNumId w:val="21"/>
  </w:num>
  <w:num w:numId="8" w16cid:durableId="463500151">
    <w:abstractNumId w:val="6"/>
  </w:num>
  <w:num w:numId="9" w16cid:durableId="1206521626">
    <w:abstractNumId w:val="8"/>
  </w:num>
  <w:num w:numId="10" w16cid:durableId="1747336702">
    <w:abstractNumId w:val="1"/>
  </w:num>
  <w:num w:numId="11" w16cid:durableId="144977823">
    <w:abstractNumId w:val="2"/>
  </w:num>
  <w:num w:numId="12" w16cid:durableId="2120954858">
    <w:abstractNumId w:val="13"/>
  </w:num>
  <w:num w:numId="13" w16cid:durableId="121966017">
    <w:abstractNumId w:val="18"/>
  </w:num>
  <w:num w:numId="14" w16cid:durableId="341980891">
    <w:abstractNumId w:val="9"/>
  </w:num>
  <w:num w:numId="15" w16cid:durableId="1372655852">
    <w:abstractNumId w:val="5"/>
  </w:num>
  <w:num w:numId="16" w16cid:durableId="1124346785">
    <w:abstractNumId w:val="18"/>
  </w:num>
  <w:num w:numId="17" w16cid:durableId="177585484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630048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56273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184252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186187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3276158">
    <w:abstractNumId w:val="22"/>
  </w:num>
  <w:num w:numId="23" w16cid:durableId="714935031">
    <w:abstractNumId w:val="3"/>
  </w:num>
  <w:num w:numId="24" w16cid:durableId="85154689">
    <w:abstractNumId w:val="20"/>
  </w:num>
  <w:num w:numId="25" w16cid:durableId="1328436158">
    <w:abstractNumId w:val="7"/>
  </w:num>
  <w:num w:numId="26" w16cid:durableId="1590231291">
    <w:abstractNumId w:val="12"/>
  </w:num>
  <w:num w:numId="27" w16cid:durableId="13608150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42455999">
    <w:abstractNumId w:val="14"/>
  </w:num>
  <w:num w:numId="29" w16cid:durableId="1663852335">
    <w:abstractNumId w:val="17"/>
  </w:num>
  <w:num w:numId="30" w16cid:durableId="17634534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6042108">
    <w:abstractNumId w:val="14"/>
  </w:num>
  <w:num w:numId="32" w16cid:durableId="65267999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25D62"/>
    <w:rsid w:val="0003067F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4A87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57F05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7FE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3D3B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2C9D"/>
    <w:rsid w:val="003E3C19"/>
    <w:rsid w:val="003F03F4"/>
    <w:rsid w:val="003F11B0"/>
    <w:rsid w:val="003F3504"/>
    <w:rsid w:val="003F4A5E"/>
    <w:rsid w:val="00402F9C"/>
    <w:rsid w:val="0040510B"/>
    <w:rsid w:val="00405AB4"/>
    <w:rsid w:val="004127F5"/>
    <w:rsid w:val="00413CE1"/>
    <w:rsid w:val="00413EFC"/>
    <w:rsid w:val="00420843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1611F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4461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34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18E2"/>
    <w:rsid w:val="00B02924"/>
    <w:rsid w:val="00B072F1"/>
    <w:rsid w:val="00B10BC9"/>
    <w:rsid w:val="00B14D78"/>
    <w:rsid w:val="00B156DB"/>
    <w:rsid w:val="00B17A7B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3FB7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1EE6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5C59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eeter.volke@united-logger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2B4831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2B4831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03067F"/>
    <w:rsid w:val="002B4831"/>
    <w:rsid w:val="00485420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C131-6AF9-4FD4-AAA0-1A6B1390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4</TotalTime>
  <Pages>3</Pages>
  <Words>891</Words>
  <Characters>6949</Characters>
  <Application>Microsoft Office Word</Application>
  <DocSecurity>0</DocSecurity>
  <Lines>57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7825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2025-01-02T11:42:00Z</dcterms:created>
  <dcterms:modified xsi:type="dcterms:W3CDTF">2025-01-02T11:48:00Z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